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C1E6" w14:textId="40296CA9" w:rsidR="00CC4524" w:rsidRDefault="00CC4524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6E6BD" w14:textId="60012524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oma nimi:"/>
          <w:tag w:val="Sisestage oma nimi:"/>
          <w:id w:val="670610259"/>
          <w:placeholder>
            <w:docPart w:val="E24ED94247064063AF90DA8C9B55B1A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Content>
          <w:r w:rsidR="00324C04">
            <w:rPr>
              <w:rFonts w:ascii="Times New Roman" w:hAnsi="Times New Roman" w:cs="Times New Roman"/>
              <w:sz w:val="24"/>
              <w:szCs w:val="24"/>
            </w:rPr>
            <w:t>Roman Mägedi</w:t>
          </w:r>
        </w:sdtContent>
      </w:sdt>
      <w:r w:rsidR="00324C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EC362" w14:textId="0EE1433C" w:rsidR="00553DF6" w:rsidRPr="00A5747E" w:rsidRDefault="00324C04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Lohusalu Päästeselts MTÜ</w:t>
      </w:r>
      <w:r w:rsidRPr="00A574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A32CF" w14:textId="395859C5" w:rsidR="00553DF6" w:rsidRPr="00A5747E" w:rsidRDefault="00324C04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Leena tee 3 </w:t>
      </w:r>
    </w:p>
    <w:p w14:paraId="480C0F7B" w14:textId="67003B83" w:rsidR="00553DF6" w:rsidRPr="00A5747E" w:rsidRDefault="00324C04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Laulasmaa, Lääne-Harju vald, 76702</w:t>
      </w:r>
    </w:p>
    <w:p w14:paraId="47B97471" w14:textId="4B87378B" w:rsidR="00553DF6" w:rsidRDefault="00000000" w:rsidP="00CC4524">
      <w:pPr>
        <w:pStyle w:val="Dat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324C04">
            <w:rPr>
              <w:rFonts w:ascii="Times New Roman" w:hAnsi="Times New Roman" w:cs="Times New Roman"/>
              <w:sz w:val="24"/>
              <w:szCs w:val="24"/>
            </w:rPr>
            <w:t>lohusalups@gmail.com, 5070288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/</w:t>
                  </w:r>
                  <w:proofErr w:type="spellStart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merepäästetööga</w:t>
                  </w:r>
                  <w:proofErr w:type="spellEnd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 </w:t>
                  </w:r>
                </w:p>
              </w:tc>
            </w:tr>
            <w:tr w:rsidR="00E21162" w14:paraId="11B82948" w14:textId="77777777" w:rsidTr="00642DCE">
              <w:tc>
                <w:tcPr>
                  <w:tcW w:w="1562" w:type="dxa"/>
                </w:tcPr>
                <w:p w14:paraId="669B3158" w14:textId="7D72F9B5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Varustuse soetus</w:t>
                  </w:r>
                </w:p>
              </w:tc>
              <w:tc>
                <w:tcPr>
                  <w:tcW w:w="2458" w:type="dxa"/>
                </w:tcPr>
                <w:p w14:paraId="6AC0F9A6" w14:textId="58A003DF" w:rsidR="00E21162" w:rsidRPr="00642DCE" w:rsidRDefault="009445FA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Mootorpaat</w:t>
                  </w:r>
                  <w:r w:rsidRPr="00AB74B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21162" w:rsidRPr="00AB74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Anytec</w:t>
                  </w:r>
                  <w:proofErr w:type="spellEnd"/>
                  <w:r w:rsidR="00E21162" w:rsidRPr="00AB74B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622SPD sõidukate</w:t>
                  </w:r>
                </w:p>
              </w:tc>
              <w:tc>
                <w:tcPr>
                  <w:tcW w:w="1276" w:type="dxa"/>
                </w:tcPr>
                <w:p w14:paraId="083638BD" w14:textId="17117A64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1 201.70</w:t>
                  </w:r>
                </w:p>
              </w:tc>
              <w:tc>
                <w:tcPr>
                  <w:tcW w:w="1562" w:type="dxa"/>
                </w:tcPr>
                <w:p w14:paraId="232B5F90" w14:textId="1490FE96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13.05.2024</w:t>
                  </w:r>
                </w:p>
              </w:tc>
              <w:tc>
                <w:tcPr>
                  <w:tcW w:w="2935" w:type="dxa"/>
                </w:tcPr>
                <w:p w14:paraId="51FDD3EE" w14:textId="19837312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merepäästetöö</w:t>
                  </w:r>
                </w:p>
              </w:tc>
            </w:tr>
            <w:tr w:rsidR="00E21162" w14:paraId="69CE8E98" w14:textId="77777777" w:rsidTr="00642DCE">
              <w:tc>
                <w:tcPr>
                  <w:tcW w:w="1562" w:type="dxa"/>
                </w:tcPr>
                <w:p w14:paraId="61145E22" w14:textId="62E24451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Varustuse soetus</w:t>
                  </w:r>
                </w:p>
              </w:tc>
              <w:tc>
                <w:tcPr>
                  <w:tcW w:w="2458" w:type="dxa"/>
                </w:tcPr>
                <w:p w14:paraId="656C3A48" w14:textId="525FD8A7" w:rsidR="00E21162" w:rsidRPr="00642DCE" w:rsidRDefault="009445FA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Mootorpaat</w:t>
                  </w:r>
                  <w:r w:rsidRPr="000F27A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21162" w:rsidRPr="000F27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Anytec</w:t>
                  </w:r>
                  <w:proofErr w:type="spellEnd"/>
                  <w:r w:rsidR="00E21162" w:rsidRPr="000F27A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622SPD </w:t>
                  </w:r>
                  <w:r w:rsidR="00E211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h</w:t>
                  </w:r>
                  <w:r w:rsidR="00E21162" w:rsidRPr="000F27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inged</w:t>
                  </w:r>
                </w:p>
              </w:tc>
              <w:tc>
                <w:tcPr>
                  <w:tcW w:w="1276" w:type="dxa"/>
                </w:tcPr>
                <w:p w14:paraId="0404C6A2" w14:textId="162C7D03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97.60</w:t>
                  </w:r>
                </w:p>
              </w:tc>
              <w:tc>
                <w:tcPr>
                  <w:tcW w:w="1562" w:type="dxa"/>
                </w:tcPr>
                <w:p w14:paraId="4644EC99" w14:textId="43C4ABBD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17.09.2024</w:t>
                  </w:r>
                </w:p>
              </w:tc>
              <w:tc>
                <w:tcPr>
                  <w:tcW w:w="2935" w:type="dxa"/>
                </w:tcPr>
                <w:p w14:paraId="5D3588D0" w14:textId="6AFD4EB8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merepäästetöö</w:t>
                  </w:r>
                </w:p>
              </w:tc>
            </w:tr>
            <w:tr w:rsidR="00E21162" w14:paraId="214AEBBB" w14:textId="77777777" w:rsidTr="00642DCE">
              <w:tc>
                <w:tcPr>
                  <w:tcW w:w="1562" w:type="dxa"/>
                </w:tcPr>
                <w:p w14:paraId="344140CD" w14:textId="12C1D99D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Varustuse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soetus</w:t>
                  </w:r>
                  <w:proofErr w:type="spellEnd"/>
                </w:p>
              </w:tc>
              <w:tc>
                <w:tcPr>
                  <w:tcW w:w="2458" w:type="dxa"/>
                </w:tcPr>
                <w:p w14:paraId="465FBB4F" w14:textId="145D9D09" w:rsidR="00E21162" w:rsidRPr="00642DCE" w:rsidRDefault="00F20D15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Mootorpaat </w:t>
                  </w:r>
                  <w:proofErr w:type="spellStart"/>
                  <w:r w:rsidR="001711D2" w:rsidRPr="000F27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Anytec</w:t>
                  </w:r>
                  <w:proofErr w:type="spellEnd"/>
                  <w:r w:rsidR="001711D2" w:rsidRPr="000F27A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622SPD</w:t>
                  </w:r>
                  <w:r w:rsidR="001711D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B1B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panga väljaost</w:t>
                  </w:r>
                </w:p>
              </w:tc>
              <w:tc>
                <w:tcPr>
                  <w:tcW w:w="1276" w:type="dxa"/>
                </w:tcPr>
                <w:p w14:paraId="61A1A070" w14:textId="18700DB1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7D7E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3 883.77</w:t>
                  </w:r>
                </w:p>
              </w:tc>
              <w:tc>
                <w:tcPr>
                  <w:tcW w:w="1562" w:type="dxa"/>
                </w:tcPr>
                <w:p w14:paraId="1094C142" w14:textId="1DCA08F5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07.11.2024</w:t>
                  </w:r>
                </w:p>
              </w:tc>
              <w:tc>
                <w:tcPr>
                  <w:tcW w:w="2935" w:type="dxa"/>
                </w:tcPr>
                <w:p w14:paraId="35C6A8EA" w14:textId="6AC667AF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merepäästetöö</w:t>
                  </w:r>
                </w:p>
              </w:tc>
            </w:tr>
            <w:tr w:rsidR="00E21162" w14:paraId="0FBFFE36" w14:textId="77777777" w:rsidTr="00642DCE">
              <w:tc>
                <w:tcPr>
                  <w:tcW w:w="1562" w:type="dxa"/>
                </w:tcPr>
                <w:p w14:paraId="57AAADA6" w14:textId="60A6621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54B93801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AA6312B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27CCE62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0728157C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252BDC8F" w14:textId="77777777" w:rsidTr="00642DCE">
              <w:tc>
                <w:tcPr>
                  <w:tcW w:w="1562" w:type="dxa"/>
                </w:tcPr>
                <w:p w14:paraId="53881417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1ABEE88A" w14:textId="77777777" w:rsidTr="00642DCE">
              <w:tc>
                <w:tcPr>
                  <w:tcW w:w="1562" w:type="dxa"/>
                </w:tcPr>
                <w:p w14:paraId="1EB919A4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452D9CCD" w14:textId="77777777" w:rsidTr="00642DCE">
              <w:tc>
                <w:tcPr>
                  <w:tcW w:w="1562" w:type="dxa"/>
                </w:tcPr>
                <w:p w14:paraId="62E68435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723EA9B6" w14:textId="77777777" w:rsidTr="00642DCE">
              <w:tc>
                <w:tcPr>
                  <w:tcW w:w="1562" w:type="dxa"/>
                </w:tcPr>
                <w:p w14:paraId="01E54F06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1D056268" w14:textId="77777777" w:rsidTr="00642DCE">
              <w:tc>
                <w:tcPr>
                  <w:tcW w:w="1562" w:type="dxa"/>
                </w:tcPr>
                <w:p w14:paraId="69018E9F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090BB337" w14:textId="77777777" w:rsidTr="00642DCE">
              <w:tc>
                <w:tcPr>
                  <w:tcW w:w="1562" w:type="dxa"/>
                </w:tcPr>
                <w:p w14:paraId="729CF264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176C8B8D" w14:textId="77777777" w:rsidTr="00642DCE">
              <w:tc>
                <w:tcPr>
                  <w:tcW w:w="1562" w:type="dxa"/>
                </w:tcPr>
                <w:p w14:paraId="20E6F13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1B558BF2" w14:textId="77777777" w:rsidTr="00642DCE">
              <w:tc>
                <w:tcPr>
                  <w:tcW w:w="1562" w:type="dxa"/>
                </w:tcPr>
                <w:p w14:paraId="3A324C6E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2DDC5943" w14:textId="77777777" w:rsidTr="00642DCE">
              <w:tc>
                <w:tcPr>
                  <w:tcW w:w="1562" w:type="dxa"/>
                </w:tcPr>
                <w:p w14:paraId="252ADA33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6EC704E4" w14:textId="77777777" w:rsidTr="00642DCE">
              <w:tc>
                <w:tcPr>
                  <w:tcW w:w="1562" w:type="dxa"/>
                </w:tcPr>
                <w:p w14:paraId="79592AF1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1162" w14:paraId="00CD64EE" w14:textId="77777777" w:rsidTr="00642DCE">
              <w:tc>
                <w:tcPr>
                  <w:tcW w:w="1562" w:type="dxa"/>
                </w:tcPr>
                <w:p w14:paraId="641383FB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E21162" w:rsidRPr="00642DCE" w:rsidRDefault="00E21162" w:rsidP="00E211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0F459089" w:rsidR="00642DCE" w:rsidRPr="00E7336D" w:rsidRDefault="00324C04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C278A" w14:textId="77777777" w:rsidR="00A20BEF" w:rsidRDefault="00A20BEF" w:rsidP="00553DF6">
      <w:r>
        <w:separator/>
      </w:r>
    </w:p>
  </w:endnote>
  <w:endnote w:type="continuationSeparator" w:id="0">
    <w:p w14:paraId="0BB30746" w14:textId="77777777" w:rsidR="00A20BEF" w:rsidRDefault="00A20BEF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F93B0" w14:textId="77777777" w:rsidR="00A20BEF" w:rsidRDefault="00A20BEF" w:rsidP="00553DF6">
      <w:r>
        <w:separator/>
      </w:r>
    </w:p>
  </w:footnote>
  <w:footnote w:type="continuationSeparator" w:id="0">
    <w:p w14:paraId="1DFBF592" w14:textId="77777777" w:rsidR="00A20BEF" w:rsidRDefault="00A20BEF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4E90" w14:textId="1FE36F17" w:rsidR="00F502BD" w:rsidRPr="00F502BD" w:rsidRDefault="00F502BD" w:rsidP="00F502BD">
    <w:pPr>
      <w:pStyle w:val="Header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6005E"/>
    <w:rsid w:val="000E1085"/>
    <w:rsid w:val="000F27A5"/>
    <w:rsid w:val="0016465F"/>
    <w:rsid w:val="001711D2"/>
    <w:rsid w:val="00252A23"/>
    <w:rsid w:val="002715AB"/>
    <w:rsid w:val="00313F8C"/>
    <w:rsid w:val="00324C04"/>
    <w:rsid w:val="00334A00"/>
    <w:rsid w:val="003F55B9"/>
    <w:rsid w:val="003F798C"/>
    <w:rsid w:val="00464096"/>
    <w:rsid w:val="00510788"/>
    <w:rsid w:val="00553DF6"/>
    <w:rsid w:val="005555A4"/>
    <w:rsid w:val="0056754F"/>
    <w:rsid w:val="00626A5D"/>
    <w:rsid w:val="00642DCE"/>
    <w:rsid w:val="006A2282"/>
    <w:rsid w:val="00864625"/>
    <w:rsid w:val="00887B31"/>
    <w:rsid w:val="008C46C4"/>
    <w:rsid w:val="00912BE9"/>
    <w:rsid w:val="009445FA"/>
    <w:rsid w:val="00994A78"/>
    <w:rsid w:val="009B1BB5"/>
    <w:rsid w:val="00A20BEF"/>
    <w:rsid w:val="00A51860"/>
    <w:rsid w:val="00A628E3"/>
    <w:rsid w:val="00AB74B1"/>
    <w:rsid w:val="00AD0E41"/>
    <w:rsid w:val="00AF33AE"/>
    <w:rsid w:val="00B84E10"/>
    <w:rsid w:val="00CB16D0"/>
    <w:rsid w:val="00CC4524"/>
    <w:rsid w:val="00D4718D"/>
    <w:rsid w:val="00D83A8D"/>
    <w:rsid w:val="00DB268A"/>
    <w:rsid w:val="00E21162"/>
    <w:rsid w:val="00E7336D"/>
    <w:rsid w:val="00E97D7E"/>
    <w:rsid w:val="00EE18E6"/>
    <w:rsid w:val="00F20D15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  <w:style w:type="table" w:styleId="TableGrid">
    <w:name w:val="Table Grid"/>
    <w:basedOn w:val="TableNorma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5555A4"/>
    <w:rsid w:val="006A2282"/>
    <w:rsid w:val="009B62BC"/>
    <w:rsid w:val="00B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C3A356BCB77F476DBA2A8DA5EE46B375">
    <w:name w:val="C3A356BCB77F476DBA2A8DA5EE46B375"/>
  </w:style>
  <w:style w:type="paragraph" w:customStyle="1" w:styleId="7C13B74621F24AD68B9B8934A08EE45F">
    <w:name w:val="7C13B74621F24AD68B9B8934A08EE45F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taotlusvorm.dotx</Template>
  <TotalTime>131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lohusalups@gmail.com, 5070288</dc:description>
  <cp:lastModifiedBy>Ene Pähn</cp:lastModifiedBy>
  <cp:revision>23</cp:revision>
  <dcterms:created xsi:type="dcterms:W3CDTF">2024-11-10T18:27:00Z</dcterms:created>
  <dcterms:modified xsi:type="dcterms:W3CDTF">2024-11-10T20:20:00Z</dcterms:modified>
  <cp:contentStatus>Roman Mägedi</cp:contentStatus>
</cp:coreProperties>
</file>